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5217"/>
        <w:gridCol w:w="1756"/>
        <w:gridCol w:w="2290"/>
      </w:tblGrid>
      <w:tr w:rsidR="00D87733" w:rsidRPr="00D87733" w14:paraId="6CFFA6C1" w14:textId="77777777" w:rsidTr="00D87733">
        <w:trPr>
          <w:trHeight w:val="300"/>
        </w:trPr>
        <w:tc>
          <w:tcPr>
            <w:tcW w:w="9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D1F835E" w14:textId="25DA2AEE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SKLAD PHM S VÝDEJNÍM STOJANEM</w:t>
            </w:r>
          </w:p>
        </w:tc>
      </w:tr>
      <w:tr w:rsidR="00D87733" w:rsidRPr="00D87733" w14:paraId="5D83941B" w14:textId="77777777" w:rsidTr="00D87733">
        <w:trPr>
          <w:trHeight w:val="300"/>
        </w:trPr>
        <w:tc>
          <w:tcPr>
            <w:tcW w:w="9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26AD32D3" w14:textId="56E663C4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. VZ: </w:t>
            </w:r>
            <w:r w:rsidR="00A904B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63523120</w:t>
            </w:r>
          </w:p>
        </w:tc>
      </w:tr>
      <w:tr w:rsidR="00D87733" w:rsidRPr="00D87733" w14:paraId="3E7FBD9E" w14:textId="77777777" w:rsidTr="00D87733">
        <w:trPr>
          <w:trHeight w:val="20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A647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8BCCB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B121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22B8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512BC956" w14:textId="77777777" w:rsidTr="00D87733">
        <w:trPr>
          <w:trHeight w:val="87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28E5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B282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EC7C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20ED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D87733" w:rsidRPr="00D87733" w14:paraId="46CB021F" w14:textId="77777777" w:rsidTr="00D87733">
        <w:trPr>
          <w:trHeight w:val="285"/>
        </w:trPr>
        <w:tc>
          <w:tcPr>
            <w:tcW w:w="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CCA7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2D611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Sklad PHM s výdejním stojanem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3B3E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5FCC9708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D87733" w:rsidRPr="00D87733" w14:paraId="671C0DA8" w14:textId="77777777" w:rsidTr="00D87733">
        <w:trPr>
          <w:trHeight w:val="285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2E88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7B8F1E59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41C8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5C76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D87733" w:rsidRPr="00D87733" w14:paraId="4F005449" w14:textId="77777777" w:rsidTr="00D87733">
        <w:trPr>
          <w:trHeight w:val="810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CA5C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0D93" w14:textId="77777777" w:rsidR="00D87733" w:rsidRPr="00D87733" w:rsidRDefault="00D87733" w:rsidP="004C4F8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v místě dodávky (obvod OŘ Ostrava)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BEA9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tři osoby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0F6C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zařízení</w:t>
            </w:r>
          </w:p>
        </w:tc>
      </w:tr>
      <w:tr w:rsidR="00D87733" w:rsidRPr="00D87733" w14:paraId="25775986" w14:textId="77777777" w:rsidTr="00D87733">
        <w:trPr>
          <w:trHeight w:val="540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6DFB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D9FF" w14:textId="77777777" w:rsidR="00D87733" w:rsidRPr="00D87733" w:rsidRDefault="00D87733" w:rsidP="004C4F8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Doprava na místo, instalace a zprovoznění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0518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546B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zařízení</w:t>
            </w:r>
          </w:p>
        </w:tc>
      </w:tr>
      <w:tr w:rsidR="00D87733" w:rsidRPr="00D87733" w14:paraId="6A001DDA" w14:textId="77777777" w:rsidTr="00D87733">
        <w:trPr>
          <w:trHeight w:val="1350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3C8C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bookmarkStart w:id="0" w:name="_Hlk139345867"/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9C304" w14:textId="77777777" w:rsidR="00D87733" w:rsidRPr="00D87733" w:rsidRDefault="00D87733" w:rsidP="004C4F8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Kompletní dokumentace (dodací list, návod k použití, údržbě a obsluze, základní technický popis, prohlášení o shodě výrobku, revizní zpráva elektroinstalace, pasport tlakových nádob, doklad o těsnosti nádrže)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498B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3235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zařízení</w:t>
            </w:r>
          </w:p>
        </w:tc>
      </w:tr>
      <w:tr w:rsidR="00D87733" w:rsidRPr="00D87733" w14:paraId="058E80B3" w14:textId="77777777" w:rsidTr="00D87733">
        <w:trPr>
          <w:trHeight w:val="810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251D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A991C" w14:textId="77777777" w:rsidR="00D87733" w:rsidRPr="00D87733" w:rsidRDefault="00D87733" w:rsidP="004C4F8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Provádění technologických prohlídek dle ČSN650201 a revizí elektrického zařízení, včetně bezúplatného předání výsledných zpráv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9D43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po dobu záruční lhůty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083B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zařízení</w:t>
            </w:r>
          </w:p>
        </w:tc>
      </w:tr>
      <w:tr w:rsidR="00D87733" w:rsidRPr="00D87733" w14:paraId="6B7D897F" w14:textId="77777777" w:rsidTr="00D87733">
        <w:trPr>
          <w:trHeight w:val="1620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0E85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5E6B2" w14:textId="701F7E85" w:rsidR="00D87733" w:rsidRPr="00D87733" w:rsidRDefault="00D87733" w:rsidP="004C4F8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Dodavatel zajistí poruchovou službu technologie výdeje PHM v režimu 24/7. V případě poruchy zařízení pro výdej PHM je garantována doba příjezdu servisního technika do 24hodin od nahlášení poruchy 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2776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po dobu záruční lhůty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A9D0" w14:textId="77777777" w:rsidR="00D87733" w:rsidRPr="00D87733" w:rsidRDefault="00D87733" w:rsidP="0079768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zařízení</w:t>
            </w:r>
          </w:p>
        </w:tc>
      </w:tr>
      <w:bookmarkEnd w:id="0"/>
      <w:tr w:rsidR="00D87733" w:rsidRPr="00D87733" w14:paraId="4A5EABA1" w14:textId="77777777" w:rsidTr="00D87733">
        <w:trPr>
          <w:trHeight w:val="403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A10AD6B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7CD9CB71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D87733" w:rsidRPr="00D87733" w14:paraId="085F46DA" w14:textId="77777777" w:rsidTr="00D87733">
        <w:trPr>
          <w:trHeight w:val="270"/>
        </w:trPr>
        <w:tc>
          <w:tcPr>
            <w:tcW w:w="5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B29D0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E0BC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73C5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71D5E36D" w14:textId="77777777" w:rsidTr="00D87733">
        <w:trPr>
          <w:trHeight w:val="530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4A2DDD74" w14:textId="77777777" w:rsidR="00D87733" w:rsidRPr="00D87733" w:rsidRDefault="00D87733" w:rsidP="00D877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9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5200"/>
            <w:vAlign w:val="center"/>
            <w:hideMark/>
          </w:tcPr>
          <w:p w14:paraId="5C959730" w14:textId="31A25554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podbarvená pole k doplnění účastníkem zadávacího řízení (tovární označení výrobku a nabízen</w:t>
            </w:r>
            <w:r w:rsidR="0001389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á</w:t>
            </w: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cen</w:t>
            </w:r>
            <w:r w:rsidR="0001389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a</w:t>
            </w:r>
            <w:r w:rsidRPr="00D877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)</w:t>
            </w:r>
          </w:p>
        </w:tc>
      </w:tr>
      <w:tr w:rsidR="00D87733" w:rsidRPr="00D87733" w14:paraId="21981A09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C861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E0DC6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34B48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BE7CB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36A66D09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8317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0EF8F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31180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31917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1C7ECAE2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B87B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F01BB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21B81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60306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7E6059C9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0170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60E84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795D9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C9301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65893818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7EB6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6EE5A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2AB31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E4EFE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5679A4DD" w14:textId="77777777" w:rsidTr="00D87733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D80B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20A58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39E78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34CE4" w14:textId="77777777" w:rsidR="00D87733" w:rsidRPr="00D87733" w:rsidRDefault="00D87733" w:rsidP="00D87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87733" w:rsidRPr="00D87733" w14:paraId="35B5824C" w14:textId="77777777" w:rsidTr="00D87733">
        <w:trPr>
          <w:trHeight w:val="285"/>
        </w:trPr>
        <w:tc>
          <w:tcPr>
            <w:tcW w:w="5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8A8E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V __________________________________</w:t>
            </w:r>
          </w:p>
        </w:tc>
        <w:tc>
          <w:tcPr>
            <w:tcW w:w="4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1C03" w14:textId="77777777" w:rsidR="00D87733" w:rsidRPr="00D87733" w:rsidRDefault="00D87733" w:rsidP="00D877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8773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dne:_____________________</w:t>
            </w:r>
          </w:p>
        </w:tc>
      </w:tr>
    </w:tbl>
    <w:p w14:paraId="1D904191" w14:textId="77777777" w:rsidR="00D87733" w:rsidRDefault="00D87733" w:rsidP="00761097">
      <w:pPr>
        <w:rPr>
          <w:sz w:val="20"/>
          <w:szCs w:val="20"/>
        </w:rPr>
      </w:pPr>
    </w:p>
    <w:sectPr w:rsidR="00D87733" w:rsidSect="002234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DAE51" w14:textId="77777777" w:rsidR="00FF3530" w:rsidRDefault="00FF3530" w:rsidP="00962258">
      <w:pPr>
        <w:spacing w:after="0" w:line="240" w:lineRule="auto"/>
      </w:pPr>
      <w:r>
        <w:separator/>
      </w:r>
    </w:p>
  </w:endnote>
  <w:endnote w:type="continuationSeparator" w:id="0">
    <w:p w14:paraId="517CC570" w14:textId="77777777" w:rsidR="00FF3530" w:rsidRDefault="00FF35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881E6" w14:textId="77777777" w:rsidR="00077CAE" w:rsidRDefault="00077C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FA2D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665C2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B09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C74EB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232975" w14:textId="77777777" w:rsidR="00F1715C" w:rsidRDefault="00F1715C" w:rsidP="00D831A3">
          <w:pPr>
            <w:pStyle w:val="Zpat"/>
          </w:pPr>
        </w:p>
      </w:tc>
    </w:tr>
  </w:tbl>
  <w:p w14:paraId="4FB8B8DF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6F6240" wp14:editId="2218FE81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749058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2A71D3" w14:textId="77777777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5D9BE6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4E327DC7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0101E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3D46F3B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65FF87E5" w14:textId="77777777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170D4EAF" w14:textId="77777777" w:rsidR="005A4944" w:rsidRDefault="005A4944" w:rsidP="005A4944">
          <w:pPr>
            <w:pStyle w:val="Zpat"/>
          </w:pPr>
        </w:p>
      </w:tc>
    </w:tr>
  </w:tbl>
  <w:p w14:paraId="608DF72E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F34C8FD" wp14:editId="470F477C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0363504" wp14:editId="2A9CB38B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509C9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7F549" w14:textId="77777777" w:rsidR="00FF3530" w:rsidRDefault="00FF3530" w:rsidP="00962258">
      <w:pPr>
        <w:spacing w:after="0" w:line="240" w:lineRule="auto"/>
      </w:pPr>
      <w:r>
        <w:separator/>
      </w:r>
    </w:p>
  </w:footnote>
  <w:footnote w:type="continuationSeparator" w:id="0">
    <w:p w14:paraId="7608C6D6" w14:textId="77777777" w:rsidR="00FF3530" w:rsidRDefault="00FF35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F410F" w14:textId="77777777" w:rsidR="00077CAE" w:rsidRDefault="00077C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22F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F949B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8DA5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06BC4B" w14:textId="77777777" w:rsidR="00F1715C" w:rsidRPr="00D6163D" w:rsidRDefault="00F1715C" w:rsidP="00D6163D">
          <w:pPr>
            <w:pStyle w:val="Druhdokumentu"/>
          </w:pPr>
        </w:p>
      </w:tc>
    </w:tr>
  </w:tbl>
  <w:p w14:paraId="40A4CC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316292A6" w14:textId="77777777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14:paraId="17623AFA" w14:textId="77777777" w:rsidR="00F1715C" w:rsidRPr="00771592" w:rsidRDefault="00F1715C" w:rsidP="00FC6389">
          <w:pPr>
            <w:pStyle w:val="Zpat"/>
            <w:rPr>
              <w:rStyle w:val="slostrnky"/>
              <w:b w:val="0"/>
              <w:bCs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7D3D7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ACFF37" w14:textId="03BD5E82" w:rsidR="007027E7" w:rsidRPr="00C003BA" w:rsidRDefault="007027E7" w:rsidP="007027E7">
          <w:pPr>
            <w:pStyle w:val="Druhdokumentu"/>
            <w:jc w:val="left"/>
            <w:rPr>
              <w:color w:val="002060"/>
              <w:sz w:val="24"/>
              <w:szCs w:val="24"/>
            </w:rPr>
          </w:pPr>
          <w:r>
            <w:rPr>
              <w:sz w:val="24"/>
              <w:szCs w:val="24"/>
            </w:rPr>
            <w:t xml:space="preserve">Příloha č. </w:t>
          </w:r>
          <w:r w:rsidR="00761097">
            <w:rPr>
              <w:sz w:val="24"/>
              <w:szCs w:val="24"/>
            </w:rPr>
            <w:t>1</w:t>
          </w:r>
          <w:r w:rsidR="00A904B3">
            <w:rPr>
              <w:sz w:val="24"/>
              <w:szCs w:val="24"/>
            </w:rPr>
            <w:t>4</w:t>
          </w:r>
          <w:r>
            <w:rPr>
              <w:sz w:val="24"/>
              <w:szCs w:val="24"/>
            </w:rPr>
            <w:t xml:space="preserve"> – Formulář pro cenovou </w:t>
          </w:r>
          <w:r w:rsidRPr="00C003BA">
            <w:rPr>
              <w:color w:val="002060"/>
              <w:sz w:val="24"/>
              <w:szCs w:val="24"/>
            </w:rPr>
            <w:t>nabídku</w:t>
          </w:r>
          <w:r w:rsidR="00634A77" w:rsidRPr="00C003BA">
            <w:rPr>
              <w:color w:val="002060"/>
              <w:sz w:val="24"/>
              <w:szCs w:val="24"/>
            </w:rPr>
            <w:t xml:space="preserve"> </w:t>
          </w:r>
          <w:r w:rsidR="0001389E">
            <w:rPr>
              <w:color w:val="002060"/>
              <w:sz w:val="24"/>
              <w:szCs w:val="24"/>
            </w:rPr>
            <w:t>-</w:t>
          </w:r>
          <w:r w:rsidR="00625966" w:rsidRPr="00C003BA">
            <w:rPr>
              <w:color w:val="002060"/>
              <w:sz w:val="24"/>
              <w:szCs w:val="24"/>
            </w:rPr>
            <w:t xml:space="preserve"> </w:t>
          </w:r>
          <w:r w:rsidR="00D87733">
            <w:rPr>
              <w:color w:val="002060"/>
              <w:sz w:val="24"/>
              <w:szCs w:val="24"/>
            </w:rPr>
            <w:t>SKLAD PHM S VÝDEJNÍM STOJANEM</w:t>
          </w:r>
          <w:r w:rsidR="00625966" w:rsidRPr="00C003BA">
            <w:rPr>
              <w:color w:val="002060"/>
              <w:sz w:val="24"/>
              <w:szCs w:val="24"/>
            </w:rPr>
            <w:t>)</w:t>
          </w:r>
        </w:p>
        <w:p w14:paraId="28C79ECC" w14:textId="77777777"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0D23CC55" w14:textId="77777777"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14:paraId="6292BA1B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2DA0C5D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D3AE24" w14:textId="77777777" w:rsidR="00B352E2" w:rsidRDefault="00B352E2" w:rsidP="00FC6389">
          <w:pPr>
            <w:pStyle w:val="Zpat"/>
          </w:pPr>
        </w:p>
        <w:p w14:paraId="52CC6269" w14:textId="77777777" w:rsidR="00B352E2" w:rsidRDefault="00B352E2" w:rsidP="00B352E2"/>
        <w:p w14:paraId="05E82CFE" w14:textId="77777777" w:rsidR="009F392E" w:rsidRPr="00B352E2" w:rsidRDefault="009F392E" w:rsidP="00B352E2">
          <w:pPr>
            <w:jc w:val="center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12AD65" w14:textId="77777777" w:rsidR="009F392E" w:rsidRPr="00D6163D" w:rsidRDefault="009F392E" w:rsidP="00FC6389">
          <w:pPr>
            <w:pStyle w:val="Druhdokumentu"/>
          </w:pPr>
        </w:p>
      </w:tc>
    </w:tr>
  </w:tbl>
  <w:p w14:paraId="31FA836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E858C1" wp14:editId="73A1BF4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9038A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09270230">
    <w:abstractNumId w:val="1"/>
  </w:num>
  <w:num w:numId="2" w16cid:durableId="1429307082">
    <w:abstractNumId w:val="0"/>
  </w:num>
  <w:num w:numId="3" w16cid:durableId="102574281">
    <w:abstractNumId w:val="9"/>
  </w:num>
  <w:num w:numId="4" w16cid:durableId="2005888575">
    <w:abstractNumId w:val="3"/>
  </w:num>
  <w:num w:numId="5" w16cid:durableId="1483037921">
    <w:abstractNumId w:val="7"/>
  </w:num>
  <w:num w:numId="6" w16cid:durableId="1114131960">
    <w:abstractNumId w:val="5"/>
  </w:num>
  <w:num w:numId="7" w16cid:durableId="1294018303">
    <w:abstractNumId w:val="6"/>
  </w:num>
  <w:num w:numId="8" w16cid:durableId="1218471247">
    <w:abstractNumId w:val="2"/>
  </w:num>
  <w:num w:numId="9" w16cid:durableId="966660761">
    <w:abstractNumId w:val="8"/>
  </w:num>
  <w:num w:numId="10" w16cid:durableId="28947601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A8F"/>
    <w:rsid w:val="0001389E"/>
    <w:rsid w:val="000224EC"/>
    <w:rsid w:val="000318C8"/>
    <w:rsid w:val="000618DB"/>
    <w:rsid w:val="00072C1E"/>
    <w:rsid w:val="00077CAE"/>
    <w:rsid w:val="00094664"/>
    <w:rsid w:val="000B4EB8"/>
    <w:rsid w:val="000C41F2"/>
    <w:rsid w:val="000D22C4"/>
    <w:rsid w:val="000D27D1"/>
    <w:rsid w:val="000D3133"/>
    <w:rsid w:val="000E71F3"/>
    <w:rsid w:val="000F4860"/>
    <w:rsid w:val="000F540E"/>
    <w:rsid w:val="000F603A"/>
    <w:rsid w:val="001036B3"/>
    <w:rsid w:val="00114472"/>
    <w:rsid w:val="001150F2"/>
    <w:rsid w:val="00126BEB"/>
    <w:rsid w:val="00170EC5"/>
    <w:rsid w:val="001747C1"/>
    <w:rsid w:val="00186692"/>
    <w:rsid w:val="00190B15"/>
    <w:rsid w:val="001B4E74"/>
    <w:rsid w:val="001D4A95"/>
    <w:rsid w:val="001D66BD"/>
    <w:rsid w:val="001F10F0"/>
    <w:rsid w:val="00203D71"/>
    <w:rsid w:val="00207DF5"/>
    <w:rsid w:val="002234D1"/>
    <w:rsid w:val="00261A5B"/>
    <w:rsid w:val="00277BC7"/>
    <w:rsid w:val="00285044"/>
    <w:rsid w:val="00296DC2"/>
    <w:rsid w:val="002A6AEA"/>
    <w:rsid w:val="002B5243"/>
    <w:rsid w:val="002C31BF"/>
    <w:rsid w:val="002E0CD7"/>
    <w:rsid w:val="002F2312"/>
    <w:rsid w:val="00301A67"/>
    <w:rsid w:val="0030674D"/>
    <w:rsid w:val="00327EEF"/>
    <w:rsid w:val="003354B5"/>
    <w:rsid w:val="003362B7"/>
    <w:rsid w:val="0034719F"/>
    <w:rsid w:val="003571D8"/>
    <w:rsid w:val="00357BC6"/>
    <w:rsid w:val="00361422"/>
    <w:rsid w:val="003711E4"/>
    <w:rsid w:val="003712A0"/>
    <w:rsid w:val="003956C6"/>
    <w:rsid w:val="00396538"/>
    <w:rsid w:val="003A2637"/>
    <w:rsid w:val="003C180B"/>
    <w:rsid w:val="003D5014"/>
    <w:rsid w:val="003E4A4C"/>
    <w:rsid w:val="00450F07"/>
    <w:rsid w:val="00453CD3"/>
    <w:rsid w:val="00460660"/>
    <w:rsid w:val="00486107"/>
    <w:rsid w:val="00491327"/>
    <w:rsid w:val="00491827"/>
    <w:rsid w:val="004A710C"/>
    <w:rsid w:val="004B5CD0"/>
    <w:rsid w:val="004C4399"/>
    <w:rsid w:val="004C4F89"/>
    <w:rsid w:val="004C787C"/>
    <w:rsid w:val="004E7A1F"/>
    <w:rsid w:val="004F4B9B"/>
    <w:rsid w:val="00511AB9"/>
    <w:rsid w:val="00523BB5"/>
    <w:rsid w:val="00523EA7"/>
    <w:rsid w:val="005406EB"/>
    <w:rsid w:val="00553375"/>
    <w:rsid w:val="00562CC0"/>
    <w:rsid w:val="005736B7"/>
    <w:rsid w:val="00575E5A"/>
    <w:rsid w:val="0059674A"/>
    <w:rsid w:val="005A4944"/>
    <w:rsid w:val="005A494C"/>
    <w:rsid w:val="005B678C"/>
    <w:rsid w:val="005E24FC"/>
    <w:rsid w:val="005E752F"/>
    <w:rsid w:val="00607F15"/>
    <w:rsid w:val="0061068E"/>
    <w:rsid w:val="00625966"/>
    <w:rsid w:val="00634A77"/>
    <w:rsid w:val="00637C8B"/>
    <w:rsid w:val="006411CB"/>
    <w:rsid w:val="00651339"/>
    <w:rsid w:val="00660AD3"/>
    <w:rsid w:val="006626CF"/>
    <w:rsid w:val="006A5570"/>
    <w:rsid w:val="006A689C"/>
    <w:rsid w:val="006B3D79"/>
    <w:rsid w:val="006D0CB3"/>
    <w:rsid w:val="006E0578"/>
    <w:rsid w:val="006E314D"/>
    <w:rsid w:val="007027E7"/>
    <w:rsid w:val="00710723"/>
    <w:rsid w:val="0071113A"/>
    <w:rsid w:val="00723ED1"/>
    <w:rsid w:val="0073014B"/>
    <w:rsid w:val="00742F51"/>
    <w:rsid w:val="00743525"/>
    <w:rsid w:val="007535FF"/>
    <w:rsid w:val="00761097"/>
    <w:rsid w:val="0076286B"/>
    <w:rsid w:val="0076544E"/>
    <w:rsid w:val="00766846"/>
    <w:rsid w:val="00771592"/>
    <w:rsid w:val="0077673A"/>
    <w:rsid w:val="007846E1"/>
    <w:rsid w:val="00797686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201C7"/>
    <w:rsid w:val="008254BC"/>
    <w:rsid w:val="00856E91"/>
    <w:rsid w:val="00857DDC"/>
    <w:rsid w:val="00874CD4"/>
    <w:rsid w:val="00890B7C"/>
    <w:rsid w:val="00895BBB"/>
    <w:rsid w:val="008A3568"/>
    <w:rsid w:val="008A44DB"/>
    <w:rsid w:val="008A6B06"/>
    <w:rsid w:val="008D03B9"/>
    <w:rsid w:val="008F07AD"/>
    <w:rsid w:val="008F18D6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81224"/>
    <w:rsid w:val="00992D9C"/>
    <w:rsid w:val="00996CB8"/>
    <w:rsid w:val="009B2E97"/>
    <w:rsid w:val="009C442C"/>
    <w:rsid w:val="009E07F4"/>
    <w:rsid w:val="009F309B"/>
    <w:rsid w:val="009F392E"/>
    <w:rsid w:val="009F7754"/>
    <w:rsid w:val="00A116B4"/>
    <w:rsid w:val="00A12CC9"/>
    <w:rsid w:val="00A2240C"/>
    <w:rsid w:val="00A267AB"/>
    <w:rsid w:val="00A34C78"/>
    <w:rsid w:val="00A45294"/>
    <w:rsid w:val="00A47FFB"/>
    <w:rsid w:val="00A500EA"/>
    <w:rsid w:val="00A50641"/>
    <w:rsid w:val="00A530BF"/>
    <w:rsid w:val="00A55DB5"/>
    <w:rsid w:val="00A6177B"/>
    <w:rsid w:val="00A66136"/>
    <w:rsid w:val="00A71189"/>
    <w:rsid w:val="00A753ED"/>
    <w:rsid w:val="00A904B3"/>
    <w:rsid w:val="00A908E4"/>
    <w:rsid w:val="00A94C2F"/>
    <w:rsid w:val="00AA4CBB"/>
    <w:rsid w:val="00AA65FA"/>
    <w:rsid w:val="00AA7351"/>
    <w:rsid w:val="00AD056F"/>
    <w:rsid w:val="00AD6731"/>
    <w:rsid w:val="00AF52C0"/>
    <w:rsid w:val="00B008D5"/>
    <w:rsid w:val="00B15D0D"/>
    <w:rsid w:val="00B34218"/>
    <w:rsid w:val="00B352E2"/>
    <w:rsid w:val="00B438F0"/>
    <w:rsid w:val="00B75EE1"/>
    <w:rsid w:val="00B77481"/>
    <w:rsid w:val="00B8518B"/>
    <w:rsid w:val="00BA0376"/>
    <w:rsid w:val="00BD7E91"/>
    <w:rsid w:val="00BD7F0D"/>
    <w:rsid w:val="00C003BA"/>
    <w:rsid w:val="00C02D0A"/>
    <w:rsid w:val="00C03A6E"/>
    <w:rsid w:val="00C3606B"/>
    <w:rsid w:val="00C420CA"/>
    <w:rsid w:val="00C44F6A"/>
    <w:rsid w:val="00C47B1C"/>
    <w:rsid w:val="00C6198E"/>
    <w:rsid w:val="00C632C8"/>
    <w:rsid w:val="00C73A09"/>
    <w:rsid w:val="00C778A5"/>
    <w:rsid w:val="00C95162"/>
    <w:rsid w:val="00CD1FC4"/>
    <w:rsid w:val="00CD64CF"/>
    <w:rsid w:val="00CE4B13"/>
    <w:rsid w:val="00CF20A4"/>
    <w:rsid w:val="00D015F4"/>
    <w:rsid w:val="00D034A0"/>
    <w:rsid w:val="00D21061"/>
    <w:rsid w:val="00D4108E"/>
    <w:rsid w:val="00D6163D"/>
    <w:rsid w:val="00D831A3"/>
    <w:rsid w:val="00D87733"/>
    <w:rsid w:val="00DA2D31"/>
    <w:rsid w:val="00DA3711"/>
    <w:rsid w:val="00DD46F3"/>
    <w:rsid w:val="00DE56F2"/>
    <w:rsid w:val="00DE68D5"/>
    <w:rsid w:val="00DF116D"/>
    <w:rsid w:val="00DF224E"/>
    <w:rsid w:val="00E02702"/>
    <w:rsid w:val="00E02F69"/>
    <w:rsid w:val="00E1013A"/>
    <w:rsid w:val="00E218B5"/>
    <w:rsid w:val="00E260F5"/>
    <w:rsid w:val="00E5343F"/>
    <w:rsid w:val="00E762E9"/>
    <w:rsid w:val="00E8065E"/>
    <w:rsid w:val="00E8470D"/>
    <w:rsid w:val="00E8479C"/>
    <w:rsid w:val="00EA4AFA"/>
    <w:rsid w:val="00EB104F"/>
    <w:rsid w:val="00EC303A"/>
    <w:rsid w:val="00EC7C85"/>
    <w:rsid w:val="00ED14BD"/>
    <w:rsid w:val="00ED5B44"/>
    <w:rsid w:val="00EE30C1"/>
    <w:rsid w:val="00F0092E"/>
    <w:rsid w:val="00F016C7"/>
    <w:rsid w:val="00F12DEC"/>
    <w:rsid w:val="00F1715C"/>
    <w:rsid w:val="00F27FF1"/>
    <w:rsid w:val="00F310F8"/>
    <w:rsid w:val="00F35939"/>
    <w:rsid w:val="00F35ECD"/>
    <w:rsid w:val="00F37A56"/>
    <w:rsid w:val="00F41DBF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1127"/>
    <w:rsid w:val="00FE586E"/>
    <w:rsid w:val="00FF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E57DB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66C6B7-F874-4102-95A2-C5769C4F1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11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11</cp:revision>
  <cp:lastPrinted>2021-04-30T05:48:00Z</cp:lastPrinted>
  <dcterms:created xsi:type="dcterms:W3CDTF">2023-06-11T16:27:00Z</dcterms:created>
  <dcterms:modified xsi:type="dcterms:W3CDTF">2023-07-04T04:52:00Z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